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002D3375" w:rsidRDefault="00997F14" w14:paraId="6A7BA567" w14:textId="5E073B5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</w:t>
      </w:r>
      <w:r w:rsidRPr="00E960BB" w:rsidR="00CD6897">
        <w:rPr>
          <w:rFonts w:ascii="Corbel" w:hAnsi="Corbel"/>
          <w:bCs/>
          <w:i/>
        </w:rPr>
        <w:t xml:space="preserve"> nr </w:t>
      </w:r>
      <w:r w:rsidR="00DC0B4F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DC0B4F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24854DF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90CC5A3" w14:textId="56715C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382DA1">
        <w:rPr>
          <w:rFonts w:ascii="Corbel" w:hAnsi="Corbel"/>
          <w:i/>
          <w:smallCaps/>
          <w:sz w:val="24"/>
          <w:szCs w:val="24"/>
        </w:rPr>
        <w:t>202</w:t>
      </w:r>
      <w:r w:rsidR="00ED47BB">
        <w:rPr>
          <w:rFonts w:ascii="Corbel" w:hAnsi="Corbel"/>
          <w:i/>
          <w:smallCaps/>
          <w:sz w:val="24"/>
          <w:szCs w:val="24"/>
        </w:rPr>
        <w:t>4</w:t>
      </w:r>
      <w:r w:rsidR="00382DA1">
        <w:rPr>
          <w:rFonts w:ascii="Corbel" w:hAnsi="Corbel"/>
          <w:i/>
          <w:smallCaps/>
          <w:sz w:val="24"/>
          <w:szCs w:val="24"/>
        </w:rPr>
        <w:t>–202</w:t>
      </w:r>
      <w:r w:rsidR="00ED47BB">
        <w:rPr>
          <w:rFonts w:ascii="Corbel" w:hAnsi="Corbel"/>
          <w:i/>
          <w:smallCaps/>
          <w:sz w:val="24"/>
          <w:szCs w:val="24"/>
        </w:rPr>
        <w:t>7</w:t>
      </w:r>
    </w:p>
    <w:p w:rsidR="0085747A" w:rsidP="00EA4832" w:rsidRDefault="00EA4832" w14:paraId="6A06CDF0" w14:textId="08A80DE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82DA1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2175438" w14:textId="392B1A7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2DA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82DA1">
        <w:rPr>
          <w:rFonts w:ascii="Corbel" w:hAnsi="Corbel"/>
          <w:sz w:val="20"/>
          <w:szCs w:val="20"/>
        </w:rPr>
        <w:t>202</w:t>
      </w:r>
      <w:r w:rsidR="00ED47BB">
        <w:rPr>
          <w:rFonts w:ascii="Corbel" w:hAnsi="Corbel"/>
          <w:sz w:val="20"/>
          <w:szCs w:val="20"/>
        </w:rPr>
        <w:t>6</w:t>
      </w:r>
      <w:r w:rsidR="00382DA1">
        <w:rPr>
          <w:rFonts w:ascii="Corbel" w:hAnsi="Corbel"/>
          <w:sz w:val="20"/>
          <w:szCs w:val="20"/>
        </w:rPr>
        <w:t>/202</w:t>
      </w:r>
      <w:r w:rsidR="00ED47BB">
        <w:rPr>
          <w:rFonts w:ascii="Corbel" w:hAnsi="Corbel"/>
          <w:sz w:val="20"/>
          <w:szCs w:val="20"/>
        </w:rPr>
        <w:t>7</w:t>
      </w:r>
    </w:p>
    <w:p w:rsidRPr="009C54AE" w:rsidR="0085747A" w:rsidP="009C54AE" w:rsidRDefault="0085747A" w14:paraId="7406AEA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F66188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48E50763" w14:paraId="03A496A8" w14:textId="77777777">
        <w:tc>
          <w:tcPr>
            <w:tcW w:w="2694" w:type="dxa"/>
            <w:vAlign w:val="center"/>
          </w:tcPr>
          <w:p w:rsidRPr="009C54AE" w:rsidR="0085747A" w:rsidP="009C54AE" w:rsidRDefault="00C05F44" w14:paraId="4AC6C16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382DA1" w:rsidR="0085747A" w:rsidP="009C54AE" w:rsidRDefault="00857C0D" w14:paraId="45F5D97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82DA1">
              <w:rPr>
                <w:rFonts w:ascii="Corbel" w:hAnsi="Corbel"/>
                <w:sz w:val="24"/>
                <w:szCs w:val="24"/>
              </w:rPr>
              <w:t>Profilaktyka uzależnień</w:t>
            </w:r>
          </w:p>
        </w:tc>
      </w:tr>
      <w:tr w:rsidRPr="009C54AE" w:rsidR="0085747A" w:rsidTr="48E50763" w14:paraId="5455923D" w14:textId="77777777">
        <w:tc>
          <w:tcPr>
            <w:tcW w:w="2694" w:type="dxa"/>
            <w:vAlign w:val="center"/>
          </w:tcPr>
          <w:p w:rsidRPr="009C54AE" w:rsidR="0085747A" w:rsidP="009C54AE" w:rsidRDefault="00C05F44" w14:paraId="5C3458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F711C" w14:paraId="5F261DE4" w14:textId="7DEBFD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711C">
              <w:rPr>
                <w:rFonts w:ascii="Corbel" w:hAnsi="Corbel"/>
                <w:b w:val="0"/>
                <w:sz w:val="24"/>
                <w:szCs w:val="24"/>
              </w:rPr>
              <w:t>P1S[6]F_</w:t>
            </w:r>
            <w:r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ED47B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Pr="009C54AE" w:rsidR="0085747A" w:rsidTr="48E50763" w14:paraId="63A6B475" w14:textId="77777777">
        <w:tc>
          <w:tcPr>
            <w:tcW w:w="2694" w:type="dxa"/>
            <w:vAlign w:val="center"/>
          </w:tcPr>
          <w:p w:rsidRPr="009C54AE" w:rsidR="0085747A" w:rsidP="00EA4832" w:rsidRDefault="002A1037" w14:paraId="71D802E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A1037" w14:paraId="06F4427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48E50763" w14:paraId="23AA37C6" w14:textId="77777777">
        <w:tc>
          <w:tcPr>
            <w:tcW w:w="2694" w:type="dxa"/>
            <w:vAlign w:val="center"/>
          </w:tcPr>
          <w:p w:rsidRPr="009C54AE" w:rsidR="0085747A" w:rsidP="009C54AE" w:rsidRDefault="0085747A" w14:paraId="0D65D5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B5589" w14:paraId="16BE7564" w14:textId="4ADA74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558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48E50763" w14:paraId="1324427C" w14:textId="77777777">
        <w:tc>
          <w:tcPr>
            <w:tcW w:w="2694" w:type="dxa"/>
            <w:vAlign w:val="center"/>
          </w:tcPr>
          <w:p w:rsidRPr="009C54AE" w:rsidR="0085747A" w:rsidP="009C54AE" w:rsidRDefault="0085747A" w14:paraId="542A747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A1037" w14:paraId="7BC36C7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48E50763" w14:paraId="16EF649F" w14:textId="77777777">
        <w:tc>
          <w:tcPr>
            <w:tcW w:w="2694" w:type="dxa"/>
            <w:vAlign w:val="center"/>
          </w:tcPr>
          <w:p w:rsidRPr="009C54AE" w:rsidR="0085747A" w:rsidP="009C54AE" w:rsidRDefault="00DE4A14" w14:paraId="711746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A1037" w14:paraId="24EF99E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48E50763" w14:paraId="05CC0476" w14:textId="77777777">
        <w:tc>
          <w:tcPr>
            <w:tcW w:w="2694" w:type="dxa"/>
            <w:vAlign w:val="center"/>
          </w:tcPr>
          <w:p w:rsidRPr="009C54AE" w:rsidR="0085747A" w:rsidP="009C54AE" w:rsidRDefault="0085747A" w14:paraId="78F3E2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C1149" w14:paraId="3F3F98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Pr="009C54AE" w:rsidR="0085747A" w:rsidTr="48E50763" w14:paraId="4DD3DCDE" w14:textId="77777777">
        <w:tc>
          <w:tcPr>
            <w:tcW w:w="2694" w:type="dxa"/>
            <w:vAlign w:val="center"/>
          </w:tcPr>
          <w:p w:rsidRPr="009C54AE" w:rsidR="0085747A" w:rsidP="009C54AE" w:rsidRDefault="0085747A" w14:paraId="7ED3CE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E1F03" w14:paraId="1EB62C72" w14:textId="24706F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48E50763" w14:paraId="647274F0" w14:textId="77777777">
        <w:tc>
          <w:tcPr>
            <w:tcW w:w="2694" w:type="dxa"/>
            <w:vAlign w:val="center"/>
          </w:tcPr>
          <w:p w:rsidRPr="009C54AE" w:rsidR="0085747A" w:rsidP="009C54AE" w:rsidRDefault="0085747A" w14:paraId="53CD07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52D85" w14:paraId="7B96D4E6" w14:textId="61C07B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602B5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602B50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Pr="009C54AE" w:rsidR="0085747A" w:rsidTr="48E50763" w14:paraId="29DEB3F0" w14:textId="77777777">
        <w:tc>
          <w:tcPr>
            <w:tcW w:w="2694" w:type="dxa"/>
            <w:vAlign w:val="center"/>
          </w:tcPr>
          <w:p w:rsidRPr="009C54AE" w:rsidR="0085747A" w:rsidP="009C54AE" w:rsidRDefault="0085747A" w14:paraId="15FCFE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48E50763" w:rsidRDefault="5E67DBEE" w14:paraId="25CC4E25" w14:textId="70E7F095">
            <w:pPr>
              <w:pStyle w:val="Odpowiedzi"/>
              <w:spacing w:beforeAutospacing="1" w:afterAutospacing="1"/>
            </w:pPr>
            <w:r w:rsidRPr="48E50763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48E50763" w14:paraId="22F87023" w14:textId="77777777">
        <w:tc>
          <w:tcPr>
            <w:tcW w:w="2694" w:type="dxa"/>
            <w:vAlign w:val="center"/>
          </w:tcPr>
          <w:p w:rsidRPr="009C54AE" w:rsidR="00923D7D" w:rsidP="009C54AE" w:rsidRDefault="00923D7D" w14:paraId="5FA9D7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3C1149" w14:paraId="11BD3720" w14:textId="70E75D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 xml:space="preserve">ęz. </w:t>
            </w:r>
            <w:r w:rsidR="000E1F0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48E50763" w14:paraId="49344324" w14:textId="77777777">
        <w:tc>
          <w:tcPr>
            <w:tcW w:w="2694" w:type="dxa"/>
            <w:vAlign w:val="center"/>
          </w:tcPr>
          <w:p w:rsidRPr="009C54AE" w:rsidR="0085747A" w:rsidP="009C54AE" w:rsidRDefault="0085747A" w14:paraId="2FF2BA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B19CF" w14:paraId="0DE299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Pr="009C54AE" w:rsidR="0085747A" w:rsidTr="48E50763" w14:paraId="2F064051" w14:textId="77777777">
        <w:tc>
          <w:tcPr>
            <w:tcW w:w="2694" w:type="dxa"/>
            <w:vAlign w:val="center"/>
          </w:tcPr>
          <w:p w:rsidRPr="009C54AE" w:rsidR="0085747A" w:rsidP="009C54AE" w:rsidRDefault="0085747A" w14:paraId="75008FD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12F4E" w14:paraId="319B548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="00484EBF" w:rsidP="009C54AE" w:rsidRDefault="00484EBF" w14:paraId="1DDE40A4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262858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8AA7858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10"/>
        <w:gridCol w:w="852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29D24DD4" w14:paraId="05C9821E" w14:textId="77777777"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ED7A73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42364A8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7D7338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5E0AB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71644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C4596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4BB10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777F6D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045D10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171C0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052E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29D24DD4" w14:paraId="12A81129" w14:textId="77777777">
        <w:trPr>
          <w:trHeight w:val="453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602B50" w14:paraId="1E915F7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4A0906C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57565F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2789769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5F97B59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5A1ED5F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6C0383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5DC782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49E6879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FF711C" w14:paraId="2BEBDDC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82DA1" w:rsidP="00F83B28" w:rsidRDefault="00382DA1" w14:paraId="249CF7A3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Pr="009C54AE" w:rsidR="0085747A" w:rsidP="00F83B28" w:rsidRDefault="0085747A" w14:paraId="01D0B98C" w14:textId="10B25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82DA1" w:rsidP="00F83B28" w:rsidRDefault="00D27679" w14:paraId="67D9E5FE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</w:p>
    <w:p w:rsidRPr="009C54AE" w:rsidR="0085747A" w:rsidP="00F83B28" w:rsidRDefault="00382DA1" w14:paraId="3F6AD6F9" w14:textId="2D5931F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  <w:r w:rsidR="00812F4E">
        <w:rPr>
          <w:rFonts w:hint="eastAsia" w:ascii="MS Gothic" w:hAnsi="MS Gothic" w:eastAsia="MS Gothic" w:cs="MS Gothic"/>
          <w:szCs w:val="24"/>
        </w:rPr>
        <w:t>x</w:t>
      </w:r>
      <w:r w:rsidR="00D27679">
        <w:rPr>
          <w:rFonts w:hint="eastAsia" w:ascii="MS Gothic" w:hAnsi="MS Gothic" w:eastAsia="MS Gothic" w:cs="MS Gothic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00C5E14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25F607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6003A31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29D24DD4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9D24DD4" w:rsidR="00E22FBC">
        <w:rPr>
          <w:rFonts w:ascii="Corbel" w:hAnsi="Corbel"/>
          <w:caps w:val="0"/>
          <w:smallCaps w:val="0"/>
        </w:rPr>
        <w:t>For</w:t>
      </w:r>
      <w:r w:rsidRPr="29D24DD4" w:rsidR="00445970">
        <w:rPr>
          <w:rFonts w:ascii="Corbel" w:hAnsi="Corbel"/>
          <w:caps w:val="0"/>
          <w:smallCaps w:val="0"/>
        </w:rPr>
        <w:t xml:space="preserve">ma zaliczenia przedmiotu </w:t>
      </w:r>
      <w:r w:rsidRPr="29D24DD4" w:rsidR="00E22FBC">
        <w:rPr>
          <w:rFonts w:ascii="Corbel" w:hAnsi="Corbel"/>
          <w:caps w:val="0"/>
          <w:smallCaps w:val="0"/>
        </w:rPr>
        <w:t xml:space="preserve">(z toku) </w:t>
      </w:r>
      <w:r w:rsidRPr="29D24DD4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29D24DD4" w:rsidP="29D24DD4" w:rsidRDefault="29D24DD4" w14:paraId="6FA3444E" w14:textId="511E473B">
      <w:pPr>
        <w:pStyle w:val="Punktygwne"/>
        <w:spacing w:before="120" w:after="0"/>
        <w:rPr>
          <w:rFonts w:ascii="Corbel" w:hAnsi="Corbel"/>
          <w:b w:val="0"/>
          <w:bCs w:val="0"/>
          <w:sz w:val="20"/>
          <w:szCs w:val="20"/>
        </w:rPr>
      </w:pPr>
    </w:p>
    <w:p w:rsidRPr="00D27679" w:rsidR="009C54AE" w:rsidP="00D27679" w:rsidRDefault="00D27679" w14:paraId="0695B9ED" w14:textId="77777777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:rsidR="00E960BB" w:rsidP="009C54AE" w:rsidRDefault="00E960BB" w14:paraId="390A6E8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03ED1B6" w14:textId="51DEB1C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382DA1" w:rsidP="009C54AE" w:rsidRDefault="00382DA1" w14:paraId="6756684B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F1D57BE" w14:textId="77777777">
        <w:tc>
          <w:tcPr>
            <w:tcW w:w="9670" w:type="dxa"/>
          </w:tcPr>
          <w:p w:rsidRPr="009C54AE" w:rsidR="0085747A" w:rsidP="0024774A" w:rsidRDefault="00B93776" w14:paraId="65001472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37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pedagogiki,</w:t>
            </w:r>
            <w:r w:rsidRPr="00B937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 społecznej i socjologii problemów społecznych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6B64BE" w:rsidP="009C54AE" w:rsidRDefault="006B64BE" w14:paraId="33BBF74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382DA1" w14:paraId="33640277" w14:textId="78EBF90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="0085747A" w:rsidP="009C54AE" w:rsidRDefault="0071620A" w14:paraId="1EBF6B9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09064D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7A7BEEF0" w14:textId="77777777">
        <w:tc>
          <w:tcPr>
            <w:tcW w:w="851" w:type="dxa"/>
            <w:vAlign w:val="center"/>
          </w:tcPr>
          <w:p w:rsidRPr="009C54AE" w:rsidR="0085747A" w:rsidP="009C54AE" w:rsidRDefault="0085747A" w14:paraId="2E78664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24774A" w:rsidRDefault="00FC3103" w14:paraId="5BF8FFD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instytucji</w:t>
            </w:r>
            <w:r w:rsidR="00FD20AC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zarówno o lokalnym jak i globalnym zasięgu, działających na rzecz integracji społecznej i przeciwdziałających ekskluzji</w:t>
            </w:r>
            <w:r w:rsidR="00FD20AC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923D7D" w14:paraId="54255158" w14:textId="77777777">
        <w:tc>
          <w:tcPr>
            <w:tcW w:w="851" w:type="dxa"/>
            <w:vAlign w:val="center"/>
          </w:tcPr>
          <w:p w:rsidRPr="009C54AE" w:rsidR="0085747A" w:rsidP="009C54AE" w:rsidRDefault="00BE3EA9" w14:paraId="7F8A557C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24774A" w:rsidRDefault="00191BB3" w14:paraId="78FE704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="00BE3EA9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="00935EF0">
              <w:rPr>
                <w:rFonts w:ascii="Corbel" w:hAnsi="Corbel"/>
                <w:b w:val="0"/>
                <w:sz w:val="24"/>
                <w:szCs w:val="24"/>
              </w:rPr>
              <w:t>rozpoznawania dysfunkcji więzi społecznych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85747A" w:rsidTr="00923D7D" w14:paraId="10F60586" w14:textId="77777777">
        <w:tc>
          <w:tcPr>
            <w:tcW w:w="851" w:type="dxa"/>
            <w:vAlign w:val="center"/>
          </w:tcPr>
          <w:p w:rsidRPr="009C54AE" w:rsidR="0085747A" w:rsidP="009C54AE" w:rsidRDefault="0085747A" w14:paraId="36AE6DD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24774A" w:rsidRDefault="00B93776" w14:paraId="5CB7C464" w14:textId="67968B2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 pogłębionej wiedzy w zakresie uwarunkowań pozwalających na rozumienie relacji zachodzących między jednostką a otoczeniem społecznym, a</w:t>
            </w:r>
            <w:r w:rsidR="0024774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zwłaszcza procesach gwarantujących jednostce psychospołeczny dobrostan.</w:t>
            </w:r>
          </w:p>
        </w:tc>
      </w:tr>
      <w:tr w:rsidRPr="009C54AE" w:rsidR="00B37924" w:rsidTr="00923D7D" w14:paraId="7BE299DD" w14:textId="77777777">
        <w:tc>
          <w:tcPr>
            <w:tcW w:w="851" w:type="dxa"/>
            <w:vAlign w:val="center"/>
          </w:tcPr>
          <w:p w:rsidRPr="009C54AE" w:rsidR="00B37924" w:rsidP="009C54AE" w:rsidRDefault="00B37924" w14:paraId="493EAD5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7924" w:rsidP="0024774A" w:rsidRDefault="009F0FB5" w14:paraId="048BA26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zasad projektowania oddziaływań sprzyjających rozwiązywaniu problemów związanych z pracą socjalną.</w:t>
            </w:r>
          </w:p>
        </w:tc>
      </w:tr>
      <w:tr w:rsidRPr="009C54AE" w:rsidR="00B37924" w:rsidTr="00923D7D" w14:paraId="79704CBC" w14:textId="77777777">
        <w:tc>
          <w:tcPr>
            <w:tcW w:w="851" w:type="dxa"/>
            <w:vAlign w:val="center"/>
          </w:tcPr>
          <w:p w:rsidRPr="009C54AE" w:rsidR="00B37924" w:rsidP="009C54AE" w:rsidRDefault="00B37924" w14:paraId="3F35BFE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37924" w:rsidP="0024774A" w:rsidRDefault="00FD20AC" w14:paraId="0C10BEB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i umiejętności w zakresie analizy konkretnych problemów społecznych oraz wyboru strategii zaradczych.</w:t>
            </w:r>
          </w:p>
        </w:tc>
      </w:tr>
      <w:tr w:rsidRPr="009C54AE" w:rsidR="00B37924" w:rsidTr="00923D7D" w14:paraId="06CC0571" w14:textId="77777777">
        <w:tc>
          <w:tcPr>
            <w:tcW w:w="851" w:type="dxa"/>
            <w:vAlign w:val="center"/>
          </w:tcPr>
          <w:p w:rsidRPr="009C54AE" w:rsidR="00B37924" w:rsidP="009C54AE" w:rsidRDefault="00B37924" w14:paraId="643CD097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B37924" w:rsidP="0024774A" w:rsidRDefault="00B93776" w14:paraId="0C1B1A48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 podczas projektowania programów oddziaływań socjalnych.</w:t>
            </w:r>
          </w:p>
        </w:tc>
      </w:tr>
    </w:tbl>
    <w:p w:rsidRPr="009C54AE" w:rsidR="00C85175" w:rsidP="009C54AE" w:rsidRDefault="00C85175" w14:paraId="5BF965E3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9C6AB41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25A4A4C5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D72450" w:rsidR="00352D85" w:rsidTr="00FE19E9" w14:paraId="105136C9" w14:textId="77777777">
        <w:tc>
          <w:tcPr>
            <w:tcW w:w="1701" w:type="dxa"/>
            <w:vAlign w:val="center"/>
          </w:tcPr>
          <w:p w:rsidRPr="00D72450" w:rsidR="00352D85" w:rsidP="00FE19E9" w:rsidRDefault="00352D85" w14:paraId="244E531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smallCaps w:val="0"/>
                <w:szCs w:val="24"/>
              </w:rPr>
              <w:t>EK</w:t>
            </w: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D72450" w:rsidR="00352D85" w:rsidP="00FE19E9" w:rsidRDefault="00352D85" w14:paraId="6BD6E9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D72450" w:rsidR="00352D85" w:rsidP="00FE19E9" w:rsidRDefault="00352D85" w14:paraId="2EC32AE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D724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72450" w:rsidR="00352D85" w:rsidTr="00FE19E9" w14:paraId="270A8D26" w14:textId="77777777">
        <w:tc>
          <w:tcPr>
            <w:tcW w:w="1701" w:type="dxa"/>
          </w:tcPr>
          <w:p w:rsidRPr="00D72450" w:rsidR="00352D85" w:rsidP="00FE19E9" w:rsidRDefault="00352D85" w14:paraId="16AF7B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24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Pr="00D72450" w:rsidR="00352D85" w:rsidP="00FE19E9" w:rsidRDefault="00352D85" w14:paraId="6516975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D72450" w:rsidR="00352D85" w:rsidP="00FE19E9" w:rsidRDefault="00352D85" w14:paraId="2EB7C9F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Posiada wiedzę o instytucjach przeciwdziałających wykluczeniu społecznemu, których działalność sprzyja poprawie integracji społecznej.</w:t>
            </w:r>
          </w:p>
        </w:tc>
        <w:tc>
          <w:tcPr>
            <w:tcW w:w="1873" w:type="dxa"/>
          </w:tcPr>
          <w:p w:rsidRPr="00D72450" w:rsidR="00352D85" w:rsidP="00FE19E9" w:rsidRDefault="00352D85" w14:paraId="5BCB731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D72450" w:rsidR="00352D85" w:rsidTr="00FE19E9" w14:paraId="52570962" w14:textId="77777777">
        <w:tc>
          <w:tcPr>
            <w:tcW w:w="1701" w:type="dxa"/>
          </w:tcPr>
          <w:p w:rsidRPr="00D72450" w:rsidR="00352D85" w:rsidP="00FE19E9" w:rsidRDefault="00352D85" w14:paraId="5AD5BE3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D72450" w:rsidR="00352D85" w:rsidP="00FE19E9" w:rsidRDefault="00352D85" w14:paraId="54EE8AB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Potrafi identyfikować prawidłowości i zaburzenia więzi społecznych, a zwłaszcza ich dysfunkcje</w:t>
            </w:r>
          </w:p>
        </w:tc>
        <w:tc>
          <w:tcPr>
            <w:tcW w:w="1873" w:type="dxa"/>
          </w:tcPr>
          <w:p w:rsidRPr="00D72450" w:rsidR="00352D85" w:rsidP="00FE19E9" w:rsidRDefault="00352D85" w14:paraId="5E4D30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Pr="00D72450" w:rsidR="00352D85" w:rsidTr="00FE19E9" w14:paraId="4D64228E" w14:textId="77777777">
        <w:tc>
          <w:tcPr>
            <w:tcW w:w="1701" w:type="dxa"/>
          </w:tcPr>
          <w:p w:rsidRPr="00D72450" w:rsidR="00352D85" w:rsidP="00FE19E9" w:rsidRDefault="00352D85" w14:paraId="700FE2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D72450" w:rsidR="00352D85" w:rsidP="00FE19E9" w:rsidRDefault="00352D85" w14:paraId="2C77B3CE" w14:textId="7777777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72450">
              <w:rPr>
                <w:rFonts w:ascii="Corbel" w:hAnsi="Corbel"/>
                <w:sz w:val="24"/>
                <w:szCs w:val="24"/>
              </w:rPr>
              <w:t>Dysponuje gruntowną wiedzą w zakresie uwarunkowań pozwalających na zrozumienie relacji: człowiek-środowisko oraz procesów sprzyjających psychospołecznemu funkcjonowaniu człowieka.</w:t>
            </w:r>
          </w:p>
        </w:tc>
        <w:tc>
          <w:tcPr>
            <w:tcW w:w="1873" w:type="dxa"/>
          </w:tcPr>
          <w:p w:rsidRPr="00D72450" w:rsidR="00352D85" w:rsidP="00FE19E9" w:rsidRDefault="00352D85" w14:paraId="0739BF1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D72450" w:rsidR="00352D85" w:rsidTr="00FE19E9" w14:paraId="67F95CE9" w14:textId="77777777">
        <w:tc>
          <w:tcPr>
            <w:tcW w:w="1701" w:type="dxa"/>
          </w:tcPr>
          <w:p w:rsidRPr="00D72450" w:rsidR="00352D85" w:rsidP="00FE19E9" w:rsidRDefault="00352D85" w14:paraId="158E75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D72450" w:rsidR="00352D85" w:rsidP="00FE19E9" w:rsidRDefault="00352D85" w14:paraId="1541A05C" w14:textId="77777777">
            <w:pPr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Potrafi skutecznie podejmować profesjonalne działania skierowane na rozwiązywanie problemów z zakresu pracy socjalnej.</w:t>
            </w:r>
          </w:p>
        </w:tc>
        <w:tc>
          <w:tcPr>
            <w:tcW w:w="1873" w:type="dxa"/>
          </w:tcPr>
          <w:p w:rsidRPr="00D72450" w:rsidR="00352D85" w:rsidP="00FE19E9" w:rsidRDefault="00352D85" w14:paraId="11B1AA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Pr="00D72450" w:rsidR="00352D85" w:rsidTr="00FE19E9" w14:paraId="6370406B" w14:textId="77777777">
        <w:tc>
          <w:tcPr>
            <w:tcW w:w="1701" w:type="dxa"/>
          </w:tcPr>
          <w:p w:rsidRPr="00D72450" w:rsidR="00352D85" w:rsidP="00FE19E9" w:rsidRDefault="00352D85" w14:paraId="646E4E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D72450" w:rsidR="00352D85" w:rsidP="00FE19E9" w:rsidRDefault="00352D85" w14:paraId="76D5E236" w14:textId="77777777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D72450">
              <w:rPr>
                <w:rFonts w:ascii="Corbel" w:hAnsi="Corbel"/>
                <w:color w:val="000000"/>
                <w:sz w:val="24"/>
              </w:rPr>
              <w:t>Potrafi analizować konkretne problemy społeczne, wybierać odpowiednie metody ich rozwiązywania i podejmować samodzielne i nowatorskie działania w celu przeciwdziałania wykluczeniu społecznemu.</w:t>
            </w:r>
          </w:p>
        </w:tc>
        <w:tc>
          <w:tcPr>
            <w:tcW w:w="1873" w:type="dxa"/>
          </w:tcPr>
          <w:p w:rsidRPr="00D72450" w:rsidR="00352D85" w:rsidP="00FE19E9" w:rsidRDefault="00352D85" w14:paraId="065419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D72450" w:rsidR="00352D85" w:rsidTr="00FE19E9" w14:paraId="436D81BA" w14:textId="77777777">
        <w:tc>
          <w:tcPr>
            <w:tcW w:w="1701" w:type="dxa"/>
          </w:tcPr>
          <w:p w:rsidRPr="00D72450" w:rsidR="00352D85" w:rsidP="00FE19E9" w:rsidRDefault="00352D85" w14:paraId="646437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D72450" w:rsidR="00352D85" w:rsidP="00FE19E9" w:rsidRDefault="0024774A" w14:paraId="73B66DB4" w14:textId="292804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zdolność adaptacji do sytuacji szczególnie wymagających, dostosowując podejmowane działania do własnych ograniczeń i możliwości.</w:t>
            </w:r>
          </w:p>
        </w:tc>
        <w:tc>
          <w:tcPr>
            <w:tcW w:w="1873" w:type="dxa"/>
          </w:tcPr>
          <w:p w:rsidRPr="00D72450" w:rsidR="00352D85" w:rsidP="00FE19E9" w:rsidRDefault="00352D85" w14:paraId="389B93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2450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9C54AE" w:rsidR="0085747A" w:rsidP="009C54AE" w:rsidRDefault="0085747A" w14:paraId="714F8D2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82DA1" w:rsidRDefault="00382DA1" w14:paraId="554F1151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:rsidRPr="009C54AE" w:rsidR="0085747A" w:rsidP="009C54AE" w:rsidRDefault="00675843" w14:paraId="13E72EE5" w14:textId="0FBCB3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6FEC84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17572C42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22E7DD8" w14:textId="77777777">
        <w:tc>
          <w:tcPr>
            <w:tcW w:w="9639" w:type="dxa"/>
          </w:tcPr>
          <w:p w:rsidRPr="009C54AE" w:rsidR="0085747A" w:rsidP="009C54AE" w:rsidRDefault="0085747A" w14:paraId="0649A43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382DA1" w:rsidP="00382DA1" w:rsidRDefault="00382DA1" w14:paraId="0F2E3B6B" w14:textId="77777777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Pr="00382DA1" w:rsidR="0085747A" w:rsidP="00382DA1" w:rsidRDefault="0085747A" w14:paraId="4C31EA49" w14:textId="0295D2B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82DA1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382DA1" w:rsidR="009F4610">
        <w:rPr>
          <w:rFonts w:ascii="Corbel" w:hAnsi="Corbel"/>
          <w:sz w:val="24"/>
          <w:szCs w:val="24"/>
        </w:rPr>
        <w:t xml:space="preserve">, </w:t>
      </w:r>
      <w:r w:rsidRPr="00382DA1">
        <w:rPr>
          <w:rFonts w:ascii="Corbel" w:hAnsi="Corbel"/>
          <w:sz w:val="24"/>
          <w:szCs w:val="24"/>
        </w:rPr>
        <w:t xml:space="preserve">zajęć praktycznych </w:t>
      </w:r>
    </w:p>
    <w:p w:rsidRPr="009C54AE" w:rsidR="0085747A" w:rsidP="009C54AE" w:rsidRDefault="0085747A" w14:paraId="31F5CF0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0B1584" w14:paraId="4E3CD12C" w14:textId="77777777">
        <w:tc>
          <w:tcPr>
            <w:tcW w:w="9520" w:type="dxa"/>
          </w:tcPr>
          <w:p w:rsidRPr="009C54AE" w:rsidR="0085747A" w:rsidP="009C54AE" w:rsidRDefault="0085747A" w14:paraId="3E15327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B1584" w:rsidTr="000B1584" w14:paraId="17577318" w14:textId="77777777">
        <w:tc>
          <w:tcPr>
            <w:tcW w:w="9520" w:type="dxa"/>
          </w:tcPr>
          <w:p w:rsidRPr="009709A2" w:rsidR="000B1584" w:rsidP="00373BCC" w:rsidRDefault="000B1584" w14:paraId="0E3160B3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Społeczno-kulturowe uwarunkowania uzależnień</w:t>
            </w:r>
          </w:p>
        </w:tc>
      </w:tr>
      <w:tr w:rsidRPr="009C54AE" w:rsidR="000B1584" w:rsidTr="000B1584" w14:paraId="0D95C2CB" w14:textId="77777777">
        <w:tc>
          <w:tcPr>
            <w:tcW w:w="9520" w:type="dxa"/>
          </w:tcPr>
          <w:p w:rsidRPr="009709A2" w:rsidR="000B1584" w:rsidP="00373BCC" w:rsidRDefault="000B1584" w14:paraId="10E71ED0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Czynniki chroniące </w:t>
            </w:r>
          </w:p>
        </w:tc>
      </w:tr>
      <w:tr w:rsidRPr="009C54AE" w:rsidR="003F23E8" w:rsidTr="000B1584" w14:paraId="5B1A3B01" w14:textId="77777777">
        <w:tc>
          <w:tcPr>
            <w:tcW w:w="9520" w:type="dxa"/>
          </w:tcPr>
          <w:p w:rsidR="003F23E8" w:rsidP="00373BCC" w:rsidRDefault="00FD20AC" w14:paraId="455EA62F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Charakterystyka procesu</w:t>
            </w:r>
            <w:r w:rsidRPr="009709A2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rozwoju </w:t>
            </w:r>
            <w:r w:rsidRPr="009709A2">
              <w:rPr>
                <w:rFonts w:ascii="Corbel" w:hAnsi="Corbel"/>
                <w:sz w:val="24"/>
              </w:rPr>
              <w:t>uzależnieni</w:t>
            </w:r>
            <w:r>
              <w:rPr>
                <w:rFonts w:ascii="Corbel" w:hAnsi="Corbel"/>
                <w:sz w:val="24"/>
              </w:rPr>
              <w:t>a</w:t>
            </w:r>
          </w:p>
        </w:tc>
      </w:tr>
      <w:tr w:rsidRPr="009C54AE" w:rsidR="0085747A" w:rsidTr="000B1584" w14:paraId="4947F4CB" w14:textId="77777777">
        <w:tc>
          <w:tcPr>
            <w:tcW w:w="9520" w:type="dxa"/>
          </w:tcPr>
          <w:p w:rsidRPr="009C54AE" w:rsidR="0085747A" w:rsidP="00373BCC" w:rsidRDefault="00FD20AC" w14:paraId="18567EB7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A2">
              <w:rPr>
                <w:rFonts w:ascii="Corbel" w:hAnsi="Corbel"/>
                <w:sz w:val="24"/>
              </w:rPr>
              <w:t>Psychologiczne mechanizmy uzależnień</w:t>
            </w:r>
          </w:p>
        </w:tc>
      </w:tr>
      <w:tr w:rsidRPr="009C54AE" w:rsidR="00373BCC" w:rsidTr="000B1584" w14:paraId="194EE197" w14:textId="77777777">
        <w:tc>
          <w:tcPr>
            <w:tcW w:w="9520" w:type="dxa"/>
          </w:tcPr>
          <w:p w:rsidR="00373BCC" w:rsidP="00373BCC" w:rsidRDefault="00FD20AC" w14:paraId="6886E011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Uzależnieni</w:t>
            </w:r>
            <w:r w:rsidR="00A33F6D">
              <w:rPr>
                <w:rFonts w:ascii="Corbel" w:hAnsi="Corbel"/>
                <w:sz w:val="24"/>
              </w:rPr>
              <w:t>e</w:t>
            </w:r>
            <w:r>
              <w:rPr>
                <w:rFonts w:ascii="Corbel" w:hAnsi="Corbel"/>
                <w:sz w:val="24"/>
              </w:rPr>
              <w:t xml:space="preserve"> od środków psychoaktywnych</w:t>
            </w:r>
          </w:p>
        </w:tc>
      </w:tr>
      <w:tr w:rsidRPr="009C54AE" w:rsidR="0085747A" w:rsidTr="000B1584" w14:paraId="331331C8" w14:textId="77777777">
        <w:tc>
          <w:tcPr>
            <w:tcW w:w="9520" w:type="dxa"/>
          </w:tcPr>
          <w:p w:rsidRPr="009C54AE" w:rsidR="0085747A" w:rsidP="00373BCC" w:rsidRDefault="00FD20AC" w14:paraId="0231298A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Uzależnieni</w:t>
            </w:r>
            <w:r w:rsidR="00A33F6D">
              <w:rPr>
                <w:rFonts w:ascii="Corbel" w:hAnsi="Corbel"/>
                <w:sz w:val="24"/>
              </w:rPr>
              <w:t>e</w:t>
            </w:r>
            <w:r>
              <w:rPr>
                <w:rFonts w:ascii="Corbel" w:hAnsi="Corbel"/>
                <w:sz w:val="24"/>
              </w:rPr>
              <w:t xml:space="preserve"> od czynności</w:t>
            </w:r>
            <w:r w:rsidRPr="002D3767" w:rsidR="00484EBF">
              <w:rPr>
                <w:rFonts w:ascii="Corbel" w:hAnsi="Corbel"/>
                <w:sz w:val="24"/>
              </w:rPr>
              <w:t xml:space="preserve">   </w:t>
            </w:r>
          </w:p>
        </w:tc>
      </w:tr>
      <w:tr w:rsidRPr="009C54AE" w:rsidR="00A33F6D" w:rsidTr="000B1584" w14:paraId="250542C2" w14:textId="77777777">
        <w:tc>
          <w:tcPr>
            <w:tcW w:w="9520" w:type="dxa"/>
          </w:tcPr>
          <w:p w:rsidR="00A33F6D" w:rsidP="00373BCC" w:rsidRDefault="00A33F6D" w14:paraId="0269844D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Politoksykomania</w:t>
            </w:r>
            <w:proofErr w:type="spellEnd"/>
            <w:r>
              <w:rPr>
                <w:rFonts w:ascii="Corbel" w:hAnsi="Corbel"/>
                <w:sz w:val="24"/>
              </w:rPr>
              <w:t xml:space="preserve"> i uzależnienia krzyżowe</w:t>
            </w:r>
          </w:p>
        </w:tc>
      </w:tr>
      <w:tr w:rsidRPr="009C54AE" w:rsidR="008D6463" w:rsidTr="000B1584" w14:paraId="61C0EAE9" w14:textId="77777777">
        <w:tc>
          <w:tcPr>
            <w:tcW w:w="9520" w:type="dxa"/>
          </w:tcPr>
          <w:p w:rsidR="008D6463" w:rsidP="00373BCC" w:rsidRDefault="000B1584" w14:paraId="55DEDC94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A2">
              <w:rPr>
                <w:rFonts w:ascii="Corbel" w:hAnsi="Corbel"/>
                <w:sz w:val="24"/>
              </w:rPr>
              <w:t>Poziomy i strategie profilaktyczne</w:t>
            </w:r>
          </w:p>
        </w:tc>
      </w:tr>
      <w:tr w:rsidRPr="009C54AE" w:rsidR="00373BCC" w:rsidTr="000B1584" w14:paraId="59EA4541" w14:textId="77777777">
        <w:tc>
          <w:tcPr>
            <w:tcW w:w="9520" w:type="dxa"/>
          </w:tcPr>
          <w:p w:rsidR="00373BCC" w:rsidP="00373BCC" w:rsidRDefault="000B1584" w14:paraId="4100E1FC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A2">
              <w:rPr>
                <w:rFonts w:ascii="Corbel" w:hAnsi="Corbel"/>
                <w:sz w:val="24"/>
              </w:rPr>
              <w:t>Konstruowane programów profilaktycznych</w:t>
            </w:r>
          </w:p>
        </w:tc>
      </w:tr>
      <w:tr w:rsidRPr="009C54AE" w:rsidR="00226276" w:rsidTr="000B1584" w14:paraId="58DCF670" w14:textId="77777777">
        <w:tc>
          <w:tcPr>
            <w:tcW w:w="9520" w:type="dxa"/>
          </w:tcPr>
          <w:p w:rsidR="00226276" w:rsidP="00226276" w:rsidRDefault="00484EBF" w14:paraId="0B6FBE1C" w14:textId="777777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Prezentacja i omówienie przygotowanych</w:t>
            </w:r>
            <w:r w:rsidRPr="002D3767">
              <w:rPr>
                <w:rFonts w:ascii="Corbel" w:hAnsi="Corbel"/>
                <w:sz w:val="24"/>
              </w:rPr>
              <w:t xml:space="preserve"> </w:t>
            </w:r>
            <w:r w:rsidR="000B1584">
              <w:rPr>
                <w:rFonts w:ascii="Corbel" w:hAnsi="Corbel"/>
                <w:sz w:val="24"/>
              </w:rPr>
              <w:t>projektów</w:t>
            </w:r>
            <w:r w:rsidR="00A33F6D">
              <w:rPr>
                <w:rFonts w:ascii="Corbel" w:hAnsi="Corbel"/>
                <w:sz w:val="24"/>
              </w:rPr>
              <w:t xml:space="preserve"> oddziaływań prewencyjnych</w:t>
            </w:r>
          </w:p>
        </w:tc>
      </w:tr>
    </w:tbl>
    <w:p w:rsidR="00484EBF" w:rsidP="00731754" w:rsidRDefault="00484EBF" w14:paraId="2FE6FE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4BB8B07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45B38" w:rsidP="000B1584" w:rsidRDefault="00545B38" w14:paraId="03AD5ADF" w14:textId="77777777">
      <w:pPr>
        <w:pStyle w:val="Punktygwne"/>
        <w:tabs>
          <w:tab w:val="left" w:pos="284"/>
        </w:tabs>
        <w:spacing w:before="0" w:after="0"/>
        <w:ind w:left="142"/>
        <w:rPr>
          <w:rFonts w:ascii="Corbel" w:hAnsi="Corbel"/>
          <w:b w:val="0"/>
          <w:smallCaps w:val="0"/>
        </w:rPr>
      </w:pPr>
    </w:p>
    <w:p w:rsidRPr="009709A2" w:rsidR="000B1584" w:rsidP="000B1584" w:rsidRDefault="000B1584" w14:paraId="0756A30B" w14:textId="4DB068B2">
      <w:pPr>
        <w:pStyle w:val="Punktygwne"/>
        <w:tabs>
          <w:tab w:val="left" w:pos="284"/>
        </w:tabs>
        <w:spacing w:before="0" w:after="0"/>
        <w:ind w:left="142"/>
        <w:rPr>
          <w:rFonts w:ascii="Corbel" w:hAnsi="Corbel"/>
          <w:b w:val="0"/>
          <w:smallCaps w:val="0"/>
        </w:rPr>
      </w:pPr>
      <w:r w:rsidRPr="009709A2">
        <w:rPr>
          <w:rFonts w:ascii="Corbel" w:hAnsi="Corbel"/>
          <w:b w:val="0"/>
          <w:smallCaps w:val="0"/>
        </w:rPr>
        <w:t xml:space="preserve">Konwersatorium: </w:t>
      </w:r>
      <w:r>
        <w:rPr>
          <w:rFonts w:ascii="Corbel" w:hAnsi="Corbel"/>
          <w:b w:val="0"/>
          <w:smallCaps w:val="0"/>
        </w:rPr>
        <w:t>omawianie</w:t>
      </w:r>
      <w:r w:rsidRPr="009709A2">
        <w:rPr>
          <w:rFonts w:ascii="Corbel" w:hAnsi="Corbel"/>
          <w:b w:val="0"/>
          <w:smallCaps w:val="0"/>
        </w:rPr>
        <w:t xml:space="preserve"> </w:t>
      </w:r>
      <w:r>
        <w:rPr>
          <w:rFonts w:ascii="Corbel" w:hAnsi="Corbel"/>
          <w:b w:val="0"/>
          <w:smallCaps w:val="0"/>
        </w:rPr>
        <w:t>tekstów</w:t>
      </w:r>
      <w:r w:rsidRPr="009709A2">
        <w:rPr>
          <w:rFonts w:ascii="Corbel" w:hAnsi="Corbel"/>
          <w:b w:val="0"/>
          <w:smallCaps w:val="0"/>
        </w:rPr>
        <w:t xml:space="preserve"> źródłowych, dyskusja, prezentacje multimedialne, praca w grupach (przygotowanie programu profilaktycznego)</w:t>
      </w:r>
    </w:p>
    <w:p w:rsidR="00E960BB" w:rsidP="009C54AE" w:rsidRDefault="00E960BB" w14:paraId="21B9A05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P="009C54AE" w:rsidRDefault="00C61DC5" w14:paraId="49C701B3" w14:textId="722DD1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053411" w:rsidP="009C54AE" w:rsidRDefault="00053411" w14:paraId="62DA398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29900F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2C64AB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9C54AE" w:rsidR="0085747A" w:rsidTr="004D1DE7" w14:paraId="6247370B" w14:textId="77777777">
        <w:tc>
          <w:tcPr>
            <w:tcW w:w="1962" w:type="dxa"/>
            <w:vAlign w:val="center"/>
          </w:tcPr>
          <w:p w:rsidRPr="009C54AE" w:rsidR="0085747A" w:rsidP="009C54AE" w:rsidRDefault="0071620A" w14:paraId="3C2CF9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54AE" w:rsidR="0085747A" w:rsidP="009C54AE" w:rsidRDefault="00F974DA" w14:paraId="246374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682DB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9C54AE" w:rsidR="00923D7D" w:rsidP="009C54AE" w:rsidRDefault="0085747A" w14:paraId="3536BF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067341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D1DE7" w:rsidTr="00A373CE" w14:paraId="3C4CFFF5" w14:textId="77777777">
        <w:tc>
          <w:tcPr>
            <w:tcW w:w="1962" w:type="dxa"/>
          </w:tcPr>
          <w:p w:rsidRPr="009C54AE" w:rsidR="004D1DE7" w:rsidP="009C54AE" w:rsidRDefault="004D1DE7" w14:paraId="61177A29" w14:textId="320720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  <w:r w:rsidR="00A373CE">
              <w:rPr>
                <w:rFonts w:ascii="Corbel" w:hAnsi="Corbel"/>
                <w:b w:val="0"/>
                <w:szCs w:val="24"/>
              </w:rPr>
              <w:t>, Ek_2</w:t>
            </w:r>
          </w:p>
        </w:tc>
        <w:tc>
          <w:tcPr>
            <w:tcW w:w="5438" w:type="dxa"/>
            <w:vAlign w:val="center"/>
          </w:tcPr>
          <w:p w:rsidRPr="00744D27" w:rsidR="004D1DE7" w:rsidP="00A373CE" w:rsidRDefault="004D1DE7" w14:paraId="5CB6569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D2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0" w:type="dxa"/>
            <w:vAlign w:val="bottom"/>
          </w:tcPr>
          <w:p w:rsidRPr="00744D27" w:rsidR="004D1DE7" w:rsidP="00A373CE" w:rsidRDefault="000B1584" w14:paraId="5A2443E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Pr="009C54AE" w:rsidR="004D1DE7" w:rsidTr="00A373CE" w14:paraId="1D3B1687" w14:textId="77777777">
        <w:tc>
          <w:tcPr>
            <w:tcW w:w="1962" w:type="dxa"/>
          </w:tcPr>
          <w:p w:rsidRPr="009C54AE" w:rsidR="004D1DE7" w:rsidP="009C54AE" w:rsidRDefault="004D1DE7" w14:paraId="71041F16" w14:textId="2A8AAC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373CE">
              <w:rPr>
                <w:rFonts w:ascii="Corbel" w:hAnsi="Corbel"/>
                <w:b w:val="0"/>
                <w:szCs w:val="24"/>
              </w:rPr>
              <w:t>3, Ek_04, Ek_05, Ek_06</w:t>
            </w:r>
          </w:p>
        </w:tc>
        <w:tc>
          <w:tcPr>
            <w:tcW w:w="5438" w:type="dxa"/>
            <w:vAlign w:val="center"/>
          </w:tcPr>
          <w:p w:rsidRPr="00744D27" w:rsidR="004D1DE7" w:rsidP="00A373CE" w:rsidRDefault="00A373CE" w14:paraId="46297AF7" w14:textId="4C5BF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projektu zajęć profilaktycznych</w:t>
            </w:r>
          </w:p>
        </w:tc>
        <w:tc>
          <w:tcPr>
            <w:tcW w:w="2120" w:type="dxa"/>
            <w:vAlign w:val="center"/>
          </w:tcPr>
          <w:p w:rsidRPr="009C54AE" w:rsidR="004D1DE7" w:rsidP="00A373CE" w:rsidRDefault="000B1584" w14:paraId="405F25D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17A4CF0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4D1DE7" w:rsidRDefault="0085747A" w14:paraId="28A5F96F" w14:textId="7777777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025EE74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3463D27A" w14:textId="77777777">
        <w:tc>
          <w:tcPr>
            <w:tcW w:w="9670" w:type="dxa"/>
          </w:tcPr>
          <w:p w:rsidR="000C0FEC" w:rsidP="000C0FEC" w:rsidRDefault="000C0FEC" w14:paraId="728F25B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Pr="0085026A" w:rsidR="000C0FEC" w:rsidP="000B2F8E" w:rsidRDefault="000C0FEC" w14:paraId="78A60C08" w14:textId="2529D671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zajęć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z uzasadnieniem wyboru proponowanych oddziaływań</w:t>
            </w:r>
            <w:r w:rsidR="0024774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85026A" w:rsidR="000C0FEC" w:rsidP="000B2F8E" w:rsidRDefault="000C0FEC" w14:paraId="15287E2D" w14:textId="269B0C0B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</w:t>
            </w:r>
            <w:r w:rsidRPr="0085026A" w:rsidR="0005422B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Pr="0085026A" w:rsidR="0005422B">
              <w:rPr>
                <w:rFonts w:ascii="Corbel" w:hAnsi="Corbel"/>
                <w:b w:val="0"/>
                <w:smallCaps w:val="0"/>
                <w:szCs w:val="24"/>
              </w:rPr>
              <w:t xml:space="preserve"> zajęć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Pr="0085026A" w:rsidR="000542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zgodnie z zadaną tematyką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bez 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uzasadnienia wyboru proponowanych oddziaływań</w:t>
            </w:r>
            <w:r w:rsidR="002477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5026A" w:rsidR="000C0FEC" w:rsidP="000B2F8E" w:rsidRDefault="000C0FEC" w14:paraId="4D7D5425" w14:textId="6130C24E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(3): </w:t>
            </w:r>
            <w:r w:rsidRPr="0085026A" w:rsidR="0005422B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Pr="0085026A" w:rsidR="0005422B">
              <w:rPr>
                <w:rFonts w:ascii="Corbel" w:hAnsi="Corbel"/>
                <w:b w:val="0"/>
                <w:smallCaps w:val="0"/>
                <w:szCs w:val="24"/>
              </w:rPr>
              <w:t xml:space="preserve"> zajęć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profilaktycznych</w:t>
            </w:r>
            <w:r w:rsidRPr="0085026A" w:rsidR="000542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 xml:space="preserve">częściowo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spełniające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 xml:space="preserve">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wymagan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kryteri</w:t>
            </w:r>
            <w:r w:rsidR="00EA5C80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2477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P="000B2F8E" w:rsidRDefault="000C0FEC" w14:paraId="19DB5DC6" w14:textId="788F3F35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(2): Brak p</w:t>
            </w:r>
            <w:r w:rsidR="0005422B">
              <w:rPr>
                <w:rFonts w:ascii="Corbel" w:hAnsi="Corbel"/>
                <w:b w:val="0"/>
                <w:smallCaps w:val="0"/>
                <w:szCs w:val="24"/>
              </w:rPr>
              <w:t>rojektu</w:t>
            </w:r>
            <w:r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EA5C80" w:rsidR="0024774A" w:rsidP="0024774A" w:rsidRDefault="0024774A" w14:paraId="78C18DA4" w14:textId="1C1FF4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:rsidR="00053411" w:rsidP="000B1584" w:rsidRDefault="00053411" w14:paraId="7454A0C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9C54AE" w:rsidR="009F4610" w:rsidP="000B1584" w:rsidRDefault="0085747A" w14:paraId="748E5C92" w14:textId="1724A8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4824D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019CF234" w14:textId="77777777">
        <w:tc>
          <w:tcPr>
            <w:tcW w:w="4962" w:type="dxa"/>
            <w:vAlign w:val="center"/>
          </w:tcPr>
          <w:p w:rsidRPr="009C54AE" w:rsidR="0085747A" w:rsidP="009C54AE" w:rsidRDefault="00C61DC5" w14:paraId="65E2B4F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544F5F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373BCC" w14:paraId="168FC531" w14:textId="77777777">
        <w:tc>
          <w:tcPr>
            <w:tcW w:w="4962" w:type="dxa"/>
          </w:tcPr>
          <w:p w:rsidRPr="009C54AE" w:rsidR="0085747A" w:rsidP="009C54AE" w:rsidRDefault="00C61DC5" w14:paraId="7D0476D3" w14:textId="2E3F92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9C54AE" w:rsidR="0085747A" w:rsidP="00373BCC" w:rsidRDefault="00272B59" w14:paraId="2F4F76D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373BCC" w14:paraId="64EADD6E" w14:textId="77777777">
        <w:tc>
          <w:tcPr>
            <w:tcW w:w="4962" w:type="dxa"/>
          </w:tcPr>
          <w:p w:rsidRPr="009C54AE" w:rsidR="00C61DC5" w:rsidP="009C54AE" w:rsidRDefault="00C61DC5" w14:paraId="248CB88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58FD0B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9C54AE" w:rsidR="00C61DC5" w:rsidP="00373BCC" w:rsidRDefault="00373BCC" w14:paraId="39469C6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373BCC" w14:paraId="02F9F56A" w14:textId="77777777">
        <w:tc>
          <w:tcPr>
            <w:tcW w:w="4962" w:type="dxa"/>
          </w:tcPr>
          <w:p w:rsidRPr="009C54AE" w:rsidR="00C61DC5" w:rsidP="009C54AE" w:rsidRDefault="00C61DC5" w14:paraId="213D9FC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9C54AE" w:rsidR="00C61DC5" w:rsidP="00373BCC" w:rsidRDefault="000B1584" w14:paraId="54274E7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85747A" w:rsidTr="003200C6" w14:paraId="0D8E0194" w14:textId="77777777">
        <w:trPr>
          <w:trHeight w:val="370"/>
        </w:trPr>
        <w:tc>
          <w:tcPr>
            <w:tcW w:w="4962" w:type="dxa"/>
          </w:tcPr>
          <w:p w:rsidRPr="009C54AE" w:rsidR="0085747A" w:rsidP="009C54AE" w:rsidRDefault="0085747A" w14:paraId="4A48903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C54AE" w:rsidR="0085747A" w:rsidP="00373BCC" w:rsidRDefault="000B1584" w14:paraId="5CD25ED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Pr="009C54AE" w:rsidR="0085747A" w:rsidTr="003200C6" w14:paraId="0D4974F9" w14:textId="77777777">
        <w:trPr>
          <w:trHeight w:val="349"/>
        </w:trPr>
        <w:tc>
          <w:tcPr>
            <w:tcW w:w="4962" w:type="dxa"/>
          </w:tcPr>
          <w:p w:rsidRPr="009C54AE" w:rsidR="0085747A" w:rsidP="009C54AE" w:rsidRDefault="0085747A" w14:paraId="1BDF54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3200C6" w:rsidRDefault="000B1584" w14:paraId="61BC3BA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56193F3C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19BC54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FEBFE8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B902A54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Pr="009C54AE" w:rsidR="00545B38" w:rsidTr="29D24DD4" w14:paraId="2C60F8AA" w14:textId="77777777">
        <w:trPr>
          <w:trHeight w:val="397"/>
        </w:trPr>
        <w:tc>
          <w:tcPr>
            <w:tcW w:w="3715" w:type="dxa"/>
            <w:tcMar/>
          </w:tcPr>
          <w:p w:rsidRPr="009C54AE" w:rsidR="00545B38" w:rsidP="00545B38" w:rsidRDefault="00545B38" w14:paraId="74B4B5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tcMar/>
          </w:tcPr>
          <w:p w:rsidRPr="009C54AE" w:rsidR="00545B38" w:rsidP="00545B38" w:rsidRDefault="00545B38" w14:paraId="53A9990A" w14:textId="0AA5B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Pr="009C54AE" w:rsidR="00545B38" w:rsidTr="29D24DD4" w14:paraId="68A6078A" w14:textId="77777777">
        <w:trPr>
          <w:trHeight w:val="397"/>
        </w:trPr>
        <w:tc>
          <w:tcPr>
            <w:tcW w:w="3715" w:type="dxa"/>
            <w:tcMar/>
          </w:tcPr>
          <w:p w:rsidRPr="009C54AE" w:rsidR="00545B38" w:rsidP="00545B38" w:rsidRDefault="00545B38" w14:paraId="1F30580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tcMar/>
          </w:tcPr>
          <w:p w:rsidRPr="009C54AE" w:rsidR="00545B38" w:rsidP="00545B38" w:rsidRDefault="00545B38" w14:paraId="1CAE6003" w14:textId="1302F5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447C18A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7CB22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76EFB71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5C15847" w14:paraId="2B3CE39B" w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654EF1DF" w14:textId="2FB2C3A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558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EB5589" w:rsidR="00EB5589" w:rsidP="009C54AE" w:rsidRDefault="00EB5589" w14:paraId="78094A10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9647DB" w:rsidR="0024774A" w:rsidP="0024774A" w:rsidRDefault="0024774A" w14:paraId="301E2E6E" w14:textId="1353FD41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Motyka M.A.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(2018). </w:t>
            </w:r>
            <w:r w:rsidRPr="009647DB">
              <w:rPr>
                <w:rFonts w:ascii="Corbel" w:hAnsi="Corbel"/>
                <w:b w:val="0"/>
                <w:i/>
                <w:smallCaps w:val="0"/>
                <w:szCs w:val="24"/>
              </w:rPr>
              <w:t>Społeczno-kulturowe uwarunkowania narkomanii. Skala i przyczyny zjawiska wśród młodzieży województwa podkarpackiego</w:t>
            </w:r>
            <w:r w:rsidRPr="009647DB" w:rsidR="000D524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9647DB" w:rsidR="000D5248">
              <w:rPr>
                <w:rFonts w:ascii="Corbel" w:hAnsi="Corbel"/>
                <w:b w:val="0"/>
                <w:iCs/>
                <w:smallCaps w:val="0"/>
                <w:szCs w:val="24"/>
              </w:rPr>
              <w:t>Rzeszów:</w:t>
            </w:r>
            <w:r w:rsidRPr="009647DB" w:rsidR="000D524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Wydawnictwo UR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647DB" w:rsidR="0024774A" w:rsidP="0024774A" w:rsidRDefault="0024774A" w14:paraId="10E81013" w14:textId="0C884791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Ostaszewski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(2016).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Standardy profilaktyki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Warszawa: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>Krajowe Biuro ds. Przeciwdziałania Narkomanii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Dostępna online: </w:t>
            </w:r>
            <w:hyperlink w:history="1" r:id="rId11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http://www.kbpn.gov.pl/portal?id=15&amp;res_id=6177822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:rsidRPr="00C7093C" w:rsidR="00162284" w:rsidP="0024774A" w:rsidRDefault="0024774A" w14:paraId="681FE90F" w14:textId="7BFB7686">
            <w:pPr>
              <w:pStyle w:val="Punktygwne"/>
              <w:spacing w:before="0" w:after="0"/>
              <w:ind w:left="604" w:hanging="60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J.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(2015).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Programy profilaktyczne. Podstawy profesjonalnej psychoprofilaktyki.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Ośrodek Rozwoju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dukacji. Dostępne online: </w:t>
            </w:r>
            <w:hyperlink w:history="1" r:id="rId12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http://www.bc.ore.edu.pl/dlibra/docmetadata?id=828&amp;from=publication</w:t>
              </w:r>
            </w:hyperlink>
          </w:p>
        </w:tc>
      </w:tr>
      <w:tr w:rsidRPr="00ED47BB" w:rsidR="0085747A" w:rsidTr="75C15847" w14:paraId="6BBF82BE" w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59F46E26" w14:textId="176B4AF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558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EB5589" w:rsidR="00EB5589" w:rsidP="009C54AE" w:rsidRDefault="00EB5589" w14:paraId="0A26AE3C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9647DB" w:rsidR="0024774A" w:rsidP="0024774A" w:rsidRDefault="0024774A" w14:paraId="2F417D79" w14:textId="7074A49D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Batko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Waluk</w:t>
            </w:r>
            <w:proofErr w:type="spellEnd"/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E. red.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 (2020).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Nowe narkotyki. Poradnik dla nauczycieli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Warszawa: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GIS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Dostępna online: </w:t>
            </w:r>
            <w:hyperlink w:history="1" r:id="rId13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https://www.ko.olsztyn.pl/2020/09/01/nowe-narkotyki-poradnik-dla-nauczycieli/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:rsidRPr="009647DB" w:rsidR="0024774A" w:rsidP="0024774A" w:rsidRDefault="0024774A" w14:paraId="7E7750F0" w14:textId="1D9C2B83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Brownstein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H.H. red.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(2015).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The Handbook of Drugs and Society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Hoboken: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Wiley-Blackwell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Dostępna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online: </w:t>
            </w:r>
            <w:hyperlink w:history="1" r:id="rId14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https://onlinelibrary.wiley.com/doi/pdf/10.1002/9781118726761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</w:t>
            </w:r>
          </w:p>
          <w:p w:rsidRPr="009647DB" w:rsidR="00993493" w:rsidP="0024774A" w:rsidRDefault="00993493" w14:paraId="00681A92" w14:textId="3B2F7EFE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Du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J.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et al.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(2020). </w:t>
            </w:r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Expert consensus on the prevention and treatment of substance use and addictive </w:t>
            </w:r>
            <w:proofErr w:type="spellStart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behaviour</w:t>
            </w:r>
            <w:proofErr w:type="spellEnd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-related disorders during the COVID-19 pandemic</w:t>
            </w:r>
            <w:r w:rsidRPr="00991D9E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 xml:space="preserve">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General Psychiatry, 33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>(4) :e100252. Doi: 10.1136/gpsych-2020-100252.</w:t>
            </w:r>
          </w:p>
          <w:p w:rsidRPr="009647DB" w:rsidR="0024774A" w:rsidP="0024774A" w:rsidRDefault="0024774A" w14:paraId="4268FA0E" w14:textId="5A24AD0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Grzegorzewska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Cierpiałkowska</w:t>
            </w:r>
            <w:proofErr w:type="spellEnd"/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L.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 (2018).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Uzależnienia behawioralne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Warszawa: 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PWN.</w:t>
            </w:r>
          </w:p>
          <w:p w:rsidRPr="009647DB" w:rsidR="0024774A" w:rsidP="0024774A" w:rsidRDefault="0024774A" w14:paraId="504DB018" w14:textId="060B956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Jedynak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W., Motyka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M.A.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(2020). </w:t>
            </w:r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Drug Use Predictors Identified in the School Environment</w:t>
            </w:r>
            <w:r w:rsidRPr="00991D9E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Canadian Journal of Family and Youth,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1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(12), 163-177.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Dostępny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online: </w:t>
            </w:r>
            <w:hyperlink w:history="1" r:id="rId15">
              <w:r w:rsidRPr="00EC5DF7" w:rsidR="00991D9E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https://doi.org/10.29173/cjfy29496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 </w:t>
            </w:r>
          </w:p>
          <w:p w:rsidRPr="009647DB" w:rsidR="0024774A" w:rsidP="0024774A" w:rsidRDefault="0024774A" w14:paraId="4F696DB9" w14:textId="021E0FA3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Jędrzejko</w:t>
            </w:r>
            <w:proofErr w:type="spellEnd"/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M.Z.,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Szwedzik</w:t>
            </w:r>
            <w:proofErr w:type="spellEnd"/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A. red.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 (2019).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Zagrożone dorastanie. Wyzwania dla wychowania rodzinnego i profilaktyki społecznej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Milanówek – Warszawa: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>Of Wyd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ASPRA – CPS Of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Wyd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von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Velke</w:t>
            </w:r>
            <w:proofErr w:type="spellEnd"/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647DB" w:rsidR="0024774A" w:rsidP="0024774A" w:rsidRDefault="0024774A" w14:paraId="1AA3265B" w14:textId="41B02AD5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Krajowe Biuro ds. Przeciwdziałania Narkomanii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Programy rekomendowane. 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Dostępne online: </w:t>
            </w:r>
            <w:hyperlink w:history="1" r:id="rId16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https://www.kbpn.gov.pl/portal</w:t>
              </w:r>
            </w:hyperlink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Pr="009647DB" w:rsidR="0024774A" w:rsidP="0024774A" w:rsidRDefault="0024774A" w14:paraId="000323DD" w14:textId="066C1649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</w:rPr>
              <w:t>Modrzyński</w:t>
            </w:r>
            <w:proofErr w:type="spellEnd"/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R.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</w:rPr>
              <w:t xml:space="preserve">(2020). </w:t>
            </w:r>
            <w:r w:rsidRPr="009647D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uzależnieniu prosto i zrozumiale. Niezbędnik pacjenta i jego rodziny</w:t>
            </w:r>
            <w:r w:rsidRPr="009647DB" w:rsidR="000D524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9647DB" w:rsidR="000D5248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Warszawa: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Difin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SA.</w:t>
            </w:r>
          </w:p>
          <w:p w:rsidRPr="009647DB" w:rsidR="0024774A" w:rsidP="75C15847" w:rsidRDefault="0024774A" w14:paraId="0F7C866E" w14:textId="751E8DD7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  <w:lang w:val="en-US"/>
              </w:rPr>
            </w:pPr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>Motyka</w:t>
            </w:r>
            <w:r w:rsidRPr="75C15847" w:rsidR="000D5248">
              <w:rPr>
                <w:rFonts w:ascii="Corbel" w:hAnsi="Corbel"/>
                <w:b w:val="0"/>
                <w:smallCaps w:val="0"/>
                <w:lang w:val="en-US"/>
              </w:rPr>
              <w:t>,</w:t>
            </w:r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 xml:space="preserve"> M.A., Al-Imam</w:t>
            </w:r>
            <w:r w:rsidRPr="75C15847" w:rsidR="00D6667E">
              <w:rPr>
                <w:rFonts w:ascii="Corbel" w:hAnsi="Corbel"/>
                <w:b w:val="0"/>
                <w:smallCaps w:val="0"/>
                <w:lang w:val="en-US"/>
              </w:rPr>
              <w:t>,</w:t>
            </w:r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 xml:space="preserve"> A. </w:t>
            </w:r>
            <w:r w:rsidRPr="75C15847" w:rsidR="00D6667E">
              <w:rPr>
                <w:rFonts w:ascii="Corbel" w:hAnsi="Corbel"/>
                <w:b w:val="0"/>
                <w:smallCaps w:val="0"/>
                <w:lang w:val="en-US"/>
              </w:rPr>
              <w:t xml:space="preserve">(2021). </w:t>
            </w:r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>Representations of Psychoactive Drugs’ Use in Mass Culture and Their Impact on Audiences</w:t>
            </w:r>
            <w:r w:rsidRPr="75C15847" w:rsidR="00D6667E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.</w:t>
            </w:r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75C15847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International Journal of Environmental Research and Public Health, 18</w:t>
            </w:r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 xml:space="preserve">(11), 6000. </w:t>
            </w:r>
            <w:proofErr w:type="spellStart"/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>Dostępny</w:t>
            </w:r>
            <w:proofErr w:type="spellEnd"/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 xml:space="preserve"> online:</w:t>
            </w:r>
          </w:p>
          <w:p w:rsidRPr="00EB5589" w:rsidR="0024774A" w:rsidP="75C15847" w:rsidRDefault="66F72C69" w14:paraId="13838E9C" w14:textId="6FDD326F">
            <w:pPr>
              <w:pStyle w:val="Punktygwne"/>
              <w:spacing w:before="0" w:after="0"/>
              <w:ind w:left="607" w:hanging="607"/>
              <w:jc w:val="both"/>
              <w:rPr>
                <w:rFonts w:ascii="Corbel" w:hAnsi="Corbel"/>
                <w:b w:val="0"/>
                <w:smallCaps w:val="0"/>
              </w:rPr>
            </w:pPr>
            <w:r w:rsidRPr="75C15847">
              <w:rPr>
                <w:rFonts w:ascii="Corbel" w:hAnsi="Corbel"/>
                <w:b w:val="0"/>
                <w:smallCaps w:val="0"/>
                <w:lang w:val="en-US"/>
              </w:rPr>
              <w:t xml:space="preserve">            </w:t>
            </w:r>
            <w:r w:rsidRPr="75C15847" w:rsidR="0024774A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hyperlink r:id="rId17">
              <w:r w:rsidRPr="00EB5589" w:rsidR="0024774A">
                <w:rPr>
                  <w:rStyle w:val="Hipercze"/>
                  <w:rFonts w:ascii="Corbel" w:hAnsi="Corbel"/>
                  <w:b w:val="0"/>
                  <w:smallCaps w:val="0"/>
                </w:rPr>
                <w:t>https://doi.org/10.3390/ijerph18116000</w:t>
              </w:r>
            </w:hyperlink>
            <w:r w:rsidRPr="00EB5589" w:rsidR="0024774A">
              <w:rPr>
                <w:rFonts w:ascii="Corbel" w:hAnsi="Corbel"/>
                <w:b w:val="0"/>
                <w:smallCaps w:val="0"/>
              </w:rPr>
              <w:t xml:space="preserve">  </w:t>
            </w:r>
          </w:p>
          <w:p w:rsidRPr="00D6667E" w:rsidR="008669EE" w:rsidP="0024774A" w:rsidRDefault="0024774A" w14:paraId="6A4B7474" w14:textId="1819FD43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647DB">
              <w:rPr>
                <w:rFonts w:ascii="Corbel" w:hAnsi="Corbel"/>
                <w:b w:val="0"/>
                <w:smallCaps w:val="0"/>
                <w:szCs w:val="24"/>
              </w:rPr>
              <w:t>Motyka</w:t>
            </w:r>
            <w:r w:rsidRPr="009647DB" w:rsidR="00D6667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647DB">
              <w:rPr>
                <w:rFonts w:ascii="Corbel" w:hAnsi="Corbel"/>
                <w:b w:val="0"/>
                <w:smallCaps w:val="0"/>
                <w:szCs w:val="24"/>
              </w:rPr>
              <w:t xml:space="preserve"> M.A. </w:t>
            </w:r>
            <w:r w:rsidRPr="009647DB" w:rsidR="00D6667E">
              <w:rPr>
                <w:rFonts w:ascii="Corbel" w:hAnsi="Corbel"/>
                <w:b w:val="0"/>
                <w:smallCaps w:val="0"/>
                <w:szCs w:val="24"/>
              </w:rPr>
              <w:t xml:space="preserve">(2019). </w:t>
            </w:r>
            <w:r w:rsidRPr="00991D9E">
              <w:rPr>
                <w:rFonts w:ascii="Corbel" w:hAnsi="Corbel"/>
                <w:b w:val="0"/>
                <w:smallCaps w:val="0"/>
                <w:szCs w:val="24"/>
              </w:rPr>
              <w:t xml:space="preserve">Od napojów energetyzujących do narkotyków. </w:t>
            </w:r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Nowe </w:t>
            </w:r>
            <w:proofErr w:type="spellStart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wyzwania</w:t>
            </w:r>
            <w:proofErr w:type="spellEnd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polityki</w:t>
            </w:r>
            <w:proofErr w:type="spellEnd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991D9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prewencyjnej</w:t>
            </w:r>
            <w:proofErr w:type="spellEnd"/>
            <w:r w:rsidRPr="00991D9E" w:rsidR="00D6667E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UR Journal of Humanities and Social Sciences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</w:t>
            </w:r>
            <w:r w:rsidRPr="00991D9E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3</w:t>
            </w:r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(12), 139-158. </w:t>
            </w:r>
            <w:proofErr w:type="spellStart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Dostępny</w:t>
            </w:r>
            <w:proofErr w:type="spellEnd"/>
            <w:r w:rsidRPr="009647D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online: </w:t>
            </w:r>
            <w:hyperlink w:history="1" r:id="rId18">
              <w:r w:rsidRPr="009647DB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https://repozytorium.ur.edu.pl/handle/item/5462</w:t>
              </w:r>
            </w:hyperlink>
          </w:p>
        </w:tc>
      </w:tr>
    </w:tbl>
    <w:p w:rsidRPr="00D6667E" w:rsidR="0085747A" w:rsidP="00B6274A" w:rsidRDefault="0085747A" w14:paraId="2D07B5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Pr="009C54AE" w:rsidR="0085747A" w:rsidP="00F83B28" w:rsidRDefault="0085747A" w14:paraId="1BD8255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85BD3" w:rsidP="00C16ABF" w:rsidRDefault="00785BD3" w14:paraId="7DEDD670" w14:textId="77777777">
      <w:pPr>
        <w:spacing w:after="0" w:line="240" w:lineRule="auto"/>
      </w:pPr>
      <w:r>
        <w:separator/>
      </w:r>
    </w:p>
  </w:endnote>
  <w:endnote w:type="continuationSeparator" w:id="0">
    <w:p w:rsidR="00785BD3" w:rsidP="00C16ABF" w:rsidRDefault="00785BD3" w14:paraId="01156E7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85BD3" w:rsidP="00C16ABF" w:rsidRDefault="00785BD3" w14:paraId="6CFB0CFB" w14:textId="77777777">
      <w:pPr>
        <w:spacing w:after="0" w:line="240" w:lineRule="auto"/>
      </w:pPr>
      <w:r>
        <w:separator/>
      </w:r>
    </w:p>
  </w:footnote>
  <w:footnote w:type="continuationSeparator" w:id="0">
    <w:p w:rsidR="00785BD3" w:rsidP="00C16ABF" w:rsidRDefault="00785BD3" w14:paraId="5C1B8444" w14:textId="77777777">
      <w:pPr>
        <w:spacing w:after="0" w:line="240" w:lineRule="auto"/>
      </w:pPr>
      <w:r>
        <w:continuationSeparator/>
      </w:r>
    </w:p>
  </w:footnote>
  <w:footnote w:id="1">
    <w:p w:rsidR="00352D85" w:rsidP="00352D85" w:rsidRDefault="00352D85" w14:paraId="5B16973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BAE452D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3532C8A"/>
    <w:multiLevelType w:val="hybridMultilevel"/>
    <w:tmpl w:val="E9FAA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222907">
    <w:abstractNumId w:val="2"/>
  </w:num>
  <w:num w:numId="2" w16cid:durableId="50541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313003">
    <w:abstractNumId w:val="5"/>
  </w:num>
  <w:num w:numId="4" w16cid:durableId="1809277156">
    <w:abstractNumId w:val="6"/>
  </w:num>
  <w:num w:numId="5" w16cid:durableId="307440699">
    <w:abstractNumId w:val="9"/>
  </w:num>
  <w:num w:numId="6" w16cid:durableId="1099983015">
    <w:abstractNumId w:val="0"/>
  </w:num>
  <w:num w:numId="7" w16cid:durableId="717582726">
    <w:abstractNumId w:val="3"/>
  </w:num>
  <w:num w:numId="8" w16cid:durableId="1326713086">
    <w:abstractNumId w:val="1"/>
  </w:num>
  <w:num w:numId="9" w16cid:durableId="2044400668">
    <w:abstractNumId w:val="10"/>
  </w:num>
  <w:num w:numId="10" w16cid:durableId="276301864">
    <w:abstractNumId w:val="7"/>
  </w:num>
  <w:num w:numId="11" w16cid:durableId="809129631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71E"/>
    <w:rsid w:val="000410BC"/>
    <w:rsid w:val="00042A51"/>
    <w:rsid w:val="00042D2E"/>
    <w:rsid w:val="00044C82"/>
    <w:rsid w:val="00053411"/>
    <w:rsid w:val="0005422B"/>
    <w:rsid w:val="000640B8"/>
    <w:rsid w:val="00070ED6"/>
    <w:rsid w:val="000742DC"/>
    <w:rsid w:val="00084C12"/>
    <w:rsid w:val="0009462C"/>
    <w:rsid w:val="00094B12"/>
    <w:rsid w:val="00096228"/>
    <w:rsid w:val="00096C46"/>
    <w:rsid w:val="000A1FD2"/>
    <w:rsid w:val="000A296F"/>
    <w:rsid w:val="000A2A28"/>
    <w:rsid w:val="000A3CDF"/>
    <w:rsid w:val="000B1584"/>
    <w:rsid w:val="000B192D"/>
    <w:rsid w:val="000B28EE"/>
    <w:rsid w:val="000B2F8E"/>
    <w:rsid w:val="000B3E37"/>
    <w:rsid w:val="000C0FEC"/>
    <w:rsid w:val="000C12A4"/>
    <w:rsid w:val="000D04B0"/>
    <w:rsid w:val="000D5248"/>
    <w:rsid w:val="000E0E4D"/>
    <w:rsid w:val="000E1F03"/>
    <w:rsid w:val="000E2496"/>
    <w:rsid w:val="000F1C57"/>
    <w:rsid w:val="000F5615"/>
    <w:rsid w:val="001240F6"/>
    <w:rsid w:val="00124BFF"/>
    <w:rsid w:val="0012560E"/>
    <w:rsid w:val="00127108"/>
    <w:rsid w:val="00127697"/>
    <w:rsid w:val="00134B13"/>
    <w:rsid w:val="00146BC0"/>
    <w:rsid w:val="00153C41"/>
    <w:rsid w:val="00154381"/>
    <w:rsid w:val="00162284"/>
    <w:rsid w:val="00163439"/>
    <w:rsid w:val="001640A7"/>
    <w:rsid w:val="00164FA7"/>
    <w:rsid w:val="00166A03"/>
    <w:rsid w:val="0017103D"/>
    <w:rsid w:val="001718A7"/>
    <w:rsid w:val="001737CF"/>
    <w:rsid w:val="00176083"/>
    <w:rsid w:val="00191BB3"/>
    <w:rsid w:val="001924B2"/>
    <w:rsid w:val="00192F37"/>
    <w:rsid w:val="001A34B8"/>
    <w:rsid w:val="001A70D2"/>
    <w:rsid w:val="001B19CF"/>
    <w:rsid w:val="001D657B"/>
    <w:rsid w:val="001D7B54"/>
    <w:rsid w:val="001E0209"/>
    <w:rsid w:val="001F2CA2"/>
    <w:rsid w:val="001F52A7"/>
    <w:rsid w:val="002144C0"/>
    <w:rsid w:val="0022477D"/>
    <w:rsid w:val="00226276"/>
    <w:rsid w:val="002278A9"/>
    <w:rsid w:val="002336F9"/>
    <w:rsid w:val="0024028F"/>
    <w:rsid w:val="00244ABC"/>
    <w:rsid w:val="00246831"/>
    <w:rsid w:val="0024774A"/>
    <w:rsid w:val="00261C32"/>
    <w:rsid w:val="00272B59"/>
    <w:rsid w:val="00281FF2"/>
    <w:rsid w:val="002857DE"/>
    <w:rsid w:val="00291567"/>
    <w:rsid w:val="00295CD5"/>
    <w:rsid w:val="002A103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0C6"/>
    <w:rsid w:val="003343CF"/>
    <w:rsid w:val="00346FE9"/>
    <w:rsid w:val="0034759A"/>
    <w:rsid w:val="003503F6"/>
    <w:rsid w:val="00352D85"/>
    <w:rsid w:val="003530DD"/>
    <w:rsid w:val="003629DF"/>
    <w:rsid w:val="00363F78"/>
    <w:rsid w:val="00373BCC"/>
    <w:rsid w:val="00373C54"/>
    <w:rsid w:val="003800A5"/>
    <w:rsid w:val="00382DA1"/>
    <w:rsid w:val="003A0A5B"/>
    <w:rsid w:val="003A1176"/>
    <w:rsid w:val="003A3ECE"/>
    <w:rsid w:val="003C0BAE"/>
    <w:rsid w:val="003C1149"/>
    <w:rsid w:val="003D18A9"/>
    <w:rsid w:val="003D6CE2"/>
    <w:rsid w:val="003E1941"/>
    <w:rsid w:val="003E2FE6"/>
    <w:rsid w:val="003E49D5"/>
    <w:rsid w:val="003E7825"/>
    <w:rsid w:val="003F205D"/>
    <w:rsid w:val="003F23E8"/>
    <w:rsid w:val="003F2BA7"/>
    <w:rsid w:val="003F38C0"/>
    <w:rsid w:val="00414E3C"/>
    <w:rsid w:val="004178A6"/>
    <w:rsid w:val="0042244A"/>
    <w:rsid w:val="0042745A"/>
    <w:rsid w:val="00431D5C"/>
    <w:rsid w:val="00434C82"/>
    <w:rsid w:val="004362C6"/>
    <w:rsid w:val="00437FA2"/>
    <w:rsid w:val="00445970"/>
    <w:rsid w:val="004576CA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8E2"/>
    <w:rsid w:val="004A3EEA"/>
    <w:rsid w:val="004A414D"/>
    <w:rsid w:val="004A4D1F"/>
    <w:rsid w:val="004D1DE7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B38"/>
    <w:rsid w:val="005654D6"/>
    <w:rsid w:val="0056696D"/>
    <w:rsid w:val="005910E8"/>
    <w:rsid w:val="0059484D"/>
    <w:rsid w:val="0059620A"/>
    <w:rsid w:val="005A0855"/>
    <w:rsid w:val="005A3196"/>
    <w:rsid w:val="005C080F"/>
    <w:rsid w:val="005C55E5"/>
    <w:rsid w:val="005C696A"/>
    <w:rsid w:val="005E6E85"/>
    <w:rsid w:val="005F31D2"/>
    <w:rsid w:val="00602B50"/>
    <w:rsid w:val="0061029B"/>
    <w:rsid w:val="00617230"/>
    <w:rsid w:val="00621CE1"/>
    <w:rsid w:val="006220B9"/>
    <w:rsid w:val="0062518C"/>
    <w:rsid w:val="00627FC9"/>
    <w:rsid w:val="00636527"/>
    <w:rsid w:val="0064092B"/>
    <w:rsid w:val="006441B3"/>
    <w:rsid w:val="00647FA8"/>
    <w:rsid w:val="00650C5F"/>
    <w:rsid w:val="00654934"/>
    <w:rsid w:val="006620D9"/>
    <w:rsid w:val="00671958"/>
    <w:rsid w:val="00675843"/>
    <w:rsid w:val="00696412"/>
    <w:rsid w:val="00696477"/>
    <w:rsid w:val="006B64BE"/>
    <w:rsid w:val="006C2274"/>
    <w:rsid w:val="006D00EB"/>
    <w:rsid w:val="006D050F"/>
    <w:rsid w:val="006D6139"/>
    <w:rsid w:val="006E5D65"/>
    <w:rsid w:val="006F1282"/>
    <w:rsid w:val="006F1FBC"/>
    <w:rsid w:val="006F31E2"/>
    <w:rsid w:val="00706544"/>
    <w:rsid w:val="007072BA"/>
    <w:rsid w:val="00711449"/>
    <w:rsid w:val="0071620A"/>
    <w:rsid w:val="00724677"/>
    <w:rsid w:val="00725459"/>
    <w:rsid w:val="00731754"/>
    <w:rsid w:val="007327BD"/>
    <w:rsid w:val="00734608"/>
    <w:rsid w:val="00744D27"/>
    <w:rsid w:val="00745302"/>
    <w:rsid w:val="007461D6"/>
    <w:rsid w:val="00746EC8"/>
    <w:rsid w:val="00763BF1"/>
    <w:rsid w:val="00766FD4"/>
    <w:rsid w:val="0078168C"/>
    <w:rsid w:val="0078341A"/>
    <w:rsid w:val="00785BD3"/>
    <w:rsid w:val="00787C2A"/>
    <w:rsid w:val="00790E27"/>
    <w:rsid w:val="007A4022"/>
    <w:rsid w:val="007A41C5"/>
    <w:rsid w:val="007A6E6E"/>
    <w:rsid w:val="007B13DC"/>
    <w:rsid w:val="007C3299"/>
    <w:rsid w:val="007C3BCC"/>
    <w:rsid w:val="007C4546"/>
    <w:rsid w:val="007D6E56"/>
    <w:rsid w:val="007F4155"/>
    <w:rsid w:val="00812F4E"/>
    <w:rsid w:val="0081554D"/>
    <w:rsid w:val="008164A7"/>
    <w:rsid w:val="0081707E"/>
    <w:rsid w:val="0082704D"/>
    <w:rsid w:val="008449B3"/>
    <w:rsid w:val="008552A2"/>
    <w:rsid w:val="008559F0"/>
    <w:rsid w:val="0085747A"/>
    <w:rsid w:val="00857C0D"/>
    <w:rsid w:val="008669EE"/>
    <w:rsid w:val="00884922"/>
    <w:rsid w:val="00885F64"/>
    <w:rsid w:val="008917F9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462B"/>
    <w:rsid w:val="008E64F4"/>
    <w:rsid w:val="008F12C9"/>
    <w:rsid w:val="008F6E29"/>
    <w:rsid w:val="009135C1"/>
    <w:rsid w:val="00916188"/>
    <w:rsid w:val="00923D7D"/>
    <w:rsid w:val="00935EF0"/>
    <w:rsid w:val="00936597"/>
    <w:rsid w:val="009508DF"/>
    <w:rsid w:val="00950DAC"/>
    <w:rsid w:val="00954A07"/>
    <w:rsid w:val="009647DB"/>
    <w:rsid w:val="00987005"/>
    <w:rsid w:val="00991D9E"/>
    <w:rsid w:val="00993493"/>
    <w:rsid w:val="00993E0D"/>
    <w:rsid w:val="00997F14"/>
    <w:rsid w:val="009A78D9"/>
    <w:rsid w:val="009C3E31"/>
    <w:rsid w:val="009C54AE"/>
    <w:rsid w:val="009C788E"/>
    <w:rsid w:val="009D3F3B"/>
    <w:rsid w:val="009E0543"/>
    <w:rsid w:val="009E3B41"/>
    <w:rsid w:val="009F0FB5"/>
    <w:rsid w:val="009F3C5C"/>
    <w:rsid w:val="009F4610"/>
    <w:rsid w:val="00A00ECC"/>
    <w:rsid w:val="00A155EE"/>
    <w:rsid w:val="00A21083"/>
    <w:rsid w:val="00A2245B"/>
    <w:rsid w:val="00A30110"/>
    <w:rsid w:val="00A33F6D"/>
    <w:rsid w:val="00A36899"/>
    <w:rsid w:val="00A371F6"/>
    <w:rsid w:val="00A373CE"/>
    <w:rsid w:val="00A43BF6"/>
    <w:rsid w:val="00A53FA5"/>
    <w:rsid w:val="00A54817"/>
    <w:rsid w:val="00A601C8"/>
    <w:rsid w:val="00A60799"/>
    <w:rsid w:val="00A63032"/>
    <w:rsid w:val="00A84C85"/>
    <w:rsid w:val="00A95A43"/>
    <w:rsid w:val="00A97DE1"/>
    <w:rsid w:val="00AA1B55"/>
    <w:rsid w:val="00AB053C"/>
    <w:rsid w:val="00AB0F7C"/>
    <w:rsid w:val="00AB73E2"/>
    <w:rsid w:val="00AD1146"/>
    <w:rsid w:val="00AD1A78"/>
    <w:rsid w:val="00AD27D3"/>
    <w:rsid w:val="00AD66D6"/>
    <w:rsid w:val="00AE1160"/>
    <w:rsid w:val="00AE1262"/>
    <w:rsid w:val="00AE203C"/>
    <w:rsid w:val="00AE2E74"/>
    <w:rsid w:val="00AE5FCB"/>
    <w:rsid w:val="00AF2C1E"/>
    <w:rsid w:val="00B011C9"/>
    <w:rsid w:val="00B06142"/>
    <w:rsid w:val="00B135B1"/>
    <w:rsid w:val="00B3130B"/>
    <w:rsid w:val="00B37924"/>
    <w:rsid w:val="00B40ADB"/>
    <w:rsid w:val="00B43B77"/>
    <w:rsid w:val="00B43E80"/>
    <w:rsid w:val="00B568EC"/>
    <w:rsid w:val="00B607DB"/>
    <w:rsid w:val="00B6274A"/>
    <w:rsid w:val="00B66529"/>
    <w:rsid w:val="00B75946"/>
    <w:rsid w:val="00B8056E"/>
    <w:rsid w:val="00B819C8"/>
    <w:rsid w:val="00B82308"/>
    <w:rsid w:val="00B832E9"/>
    <w:rsid w:val="00B90885"/>
    <w:rsid w:val="00B93776"/>
    <w:rsid w:val="00B97143"/>
    <w:rsid w:val="00BA7A97"/>
    <w:rsid w:val="00BB272E"/>
    <w:rsid w:val="00BB520A"/>
    <w:rsid w:val="00BD3869"/>
    <w:rsid w:val="00BD66E9"/>
    <w:rsid w:val="00BD6FF4"/>
    <w:rsid w:val="00BE23C2"/>
    <w:rsid w:val="00BE3EA9"/>
    <w:rsid w:val="00BF086F"/>
    <w:rsid w:val="00BF2C41"/>
    <w:rsid w:val="00C00B89"/>
    <w:rsid w:val="00C058B4"/>
    <w:rsid w:val="00C05F44"/>
    <w:rsid w:val="00C131B5"/>
    <w:rsid w:val="00C16ABF"/>
    <w:rsid w:val="00C170AE"/>
    <w:rsid w:val="00C2502A"/>
    <w:rsid w:val="00C26CB7"/>
    <w:rsid w:val="00C324C1"/>
    <w:rsid w:val="00C36439"/>
    <w:rsid w:val="00C36992"/>
    <w:rsid w:val="00C56036"/>
    <w:rsid w:val="00C61DC5"/>
    <w:rsid w:val="00C67E92"/>
    <w:rsid w:val="00C7093C"/>
    <w:rsid w:val="00C70A26"/>
    <w:rsid w:val="00C766DF"/>
    <w:rsid w:val="00C85175"/>
    <w:rsid w:val="00C94B98"/>
    <w:rsid w:val="00CA0470"/>
    <w:rsid w:val="00CA2B96"/>
    <w:rsid w:val="00CA5089"/>
    <w:rsid w:val="00CC619A"/>
    <w:rsid w:val="00CD1E05"/>
    <w:rsid w:val="00CD6897"/>
    <w:rsid w:val="00CE5BAC"/>
    <w:rsid w:val="00CF25BE"/>
    <w:rsid w:val="00CF78ED"/>
    <w:rsid w:val="00D02B25"/>
    <w:rsid w:val="00D02EBA"/>
    <w:rsid w:val="00D17C3C"/>
    <w:rsid w:val="00D26B2C"/>
    <w:rsid w:val="00D27679"/>
    <w:rsid w:val="00D352C9"/>
    <w:rsid w:val="00D35B52"/>
    <w:rsid w:val="00D36754"/>
    <w:rsid w:val="00D425B2"/>
    <w:rsid w:val="00D428D6"/>
    <w:rsid w:val="00D500E4"/>
    <w:rsid w:val="00D52885"/>
    <w:rsid w:val="00D552B2"/>
    <w:rsid w:val="00D55CE7"/>
    <w:rsid w:val="00D608D1"/>
    <w:rsid w:val="00D6667E"/>
    <w:rsid w:val="00D74119"/>
    <w:rsid w:val="00D8075B"/>
    <w:rsid w:val="00D8678B"/>
    <w:rsid w:val="00DA2114"/>
    <w:rsid w:val="00DA6C82"/>
    <w:rsid w:val="00DB6A03"/>
    <w:rsid w:val="00DC0B4F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31E52"/>
    <w:rsid w:val="00E4164E"/>
    <w:rsid w:val="00E51E44"/>
    <w:rsid w:val="00E52F54"/>
    <w:rsid w:val="00E53600"/>
    <w:rsid w:val="00E63348"/>
    <w:rsid w:val="00E742AA"/>
    <w:rsid w:val="00E77E88"/>
    <w:rsid w:val="00E8107D"/>
    <w:rsid w:val="00E86883"/>
    <w:rsid w:val="00E960BB"/>
    <w:rsid w:val="00EA2074"/>
    <w:rsid w:val="00EA4832"/>
    <w:rsid w:val="00EA4E9D"/>
    <w:rsid w:val="00EA5C80"/>
    <w:rsid w:val="00EB5589"/>
    <w:rsid w:val="00EB6A63"/>
    <w:rsid w:val="00EC4899"/>
    <w:rsid w:val="00ED03AB"/>
    <w:rsid w:val="00ED32D2"/>
    <w:rsid w:val="00ED47BB"/>
    <w:rsid w:val="00EE0CA9"/>
    <w:rsid w:val="00EE32DE"/>
    <w:rsid w:val="00EE5197"/>
    <w:rsid w:val="00EE5457"/>
    <w:rsid w:val="00EF01FB"/>
    <w:rsid w:val="00F070AB"/>
    <w:rsid w:val="00F13525"/>
    <w:rsid w:val="00F1519D"/>
    <w:rsid w:val="00F17567"/>
    <w:rsid w:val="00F27A7B"/>
    <w:rsid w:val="00F526AF"/>
    <w:rsid w:val="00F617C3"/>
    <w:rsid w:val="00F7066B"/>
    <w:rsid w:val="00F80403"/>
    <w:rsid w:val="00F83B28"/>
    <w:rsid w:val="00F974DA"/>
    <w:rsid w:val="00FA46E5"/>
    <w:rsid w:val="00FB7DBA"/>
    <w:rsid w:val="00FC1C25"/>
    <w:rsid w:val="00FC3103"/>
    <w:rsid w:val="00FC3F45"/>
    <w:rsid w:val="00FC7094"/>
    <w:rsid w:val="00FD20AC"/>
    <w:rsid w:val="00FD503F"/>
    <w:rsid w:val="00FD7589"/>
    <w:rsid w:val="00FF016A"/>
    <w:rsid w:val="00FF1401"/>
    <w:rsid w:val="00FF5E7D"/>
    <w:rsid w:val="00FF711C"/>
    <w:rsid w:val="1C438CE4"/>
    <w:rsid w:val="29D24DD4"/>
    <w:rsid w:val="48E50763"/>
    <w:rsid w:val="5984FD9B"/>
    <w:rsid w:val="5E67DBEE"/>
    <w:rsid w:val="66F72C69"/>
    <w:rsid w:val="75C1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EA351"/>
  <w15:docId w15:val="{20172ACB-2E6D-42CB-A16A-5A923DF8AD3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0E4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19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EE519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19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E519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ko.olsztyn.pl/2020/09/01/nowe-narkotyki-poradnik-dla-nauczycieli/" TargetMode="External" Id="rId13" /><Relationship Type="http://schemas.openxmlformats.org/officeDocument/2006/relationships/hyperlink" Target="https://repozytorium.ur.edu.pl/handle/item/5462" TargetMode="Externa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://www.bc.ore.edu.pl/dlibra/docmetadata?id=828&amp;from=publication" TargetMode="External" Id="rId12" /><Relationship Type="http://schemas.openxmlformats.org/officeDocument/2006/relationships/hyperlink" Target="https://doi.org/10.3390/ijerph18116000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www.kbpn.gov.pl/portal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kbpn.gov.pl/portal?id=15&amp;res_id=6177822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doi.org/10.29173/cjfy29496" TargetMode="Externa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onlinelibrary.wiley.com/doi/pdf/10.1002/9781118726761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7A339C-FE91-4F75-8E7B-CB0E646B3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7B382-FE0B-426A-B15D-F253F330CD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980194-9364-4860-951D-9DDEE24B65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30AE44-622C-45D9-9910-8D8B2E243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Anna Pikus</lastModifiedBy>
  <revision>20</revision>
  <lastPrinted>2019-02-06T12:12:00.0000000Z</lastPrinted>
  <dcterms:created xsi:type="dcterms:W3CDTF">2020-10-28T05:21:00.0000000Z</dcterms:created>
  <dcterms:modified xsi:type="dcterms:W3CDTF">2024-08-07T09:19:16.1871053Z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